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7702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D72A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7E3EB6" w14:textId="0A9F6EF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3744B">
        <w:rPr>
          <w:rFonts w:ascii="Corbel" w:hAnsi="Corbel"/>
          <w:i/>
          <w:smallCaps/>
          <w:sz w:val="24"/>
          <w:szCs w:val="24"/>
        </w:rPr>
        <w:t xml:space="preserve"> 2019/20 do 2023/24</w:t>
      </w:r>
    </w:p>
    <w:p w14:paraId="3938A043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C690381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0315F" w:rsidRPr="00D52B62">
        <w:rPr>
          <w:rFonts w:ascii="Corbel" w:hAnsi="Corbel"/>
          <w:b/>
          <w:sz w:val="20"/>
          <w:szCs w:val="20"/>
        </w:rPr>
        <w:t>2019/2020</w:t>
      </w:r>
      <w:r w:rsidRPr="00D52B62">
        <w:rPr>
          <w:rFonts w:ascii="Corbel" w:hAnsi="Corbel"/>
          <w:b/>
          <w:sz w:val="20"/>
          <w:szCs w:val="20"/>
        </w:rPr>
        <w:t>.</w:t>
      </w:r>
    </w:p>
    <w:p w14:paraId="73B84B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3711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524FD2" w14:textId="77777777" w:rsidTr="00B819C8">
        <w:tc>
          <w:tcPr>
            <w:tcW w:w="2694" w:type="dxa"/>
            <w:vAlign w:val="center"/>
          </w:tcPr>
          <w:p w14:paraId="5BB96E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D7A7EE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Informatyka prawnicza</w:t>
            </w:r>
          </w:p>
        </w:tc>
      </w:tr>
      <w:tr w:rsidR="0085747A" w:rsidRPr="009C54AE" w14:paraId="29D9B1FF" w14:textId="77777777" w:rsidTr="00B819C8">
        <w:tc>
          <w:tcPr>
            <w:tcW w:w="2694" w:type="dxa"/>
            <w:vAlign w:val="center"/>
          </w:tcPr>
          <w:p w14:paraId="77CCF6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1CEDC1" w14:textId="77777777" w:rsidR="0085747A" w:rsidRPr="009C54AE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2E47">
              <w:rPr>
                <w:rFonts w:ascii="Corbel" w:hAnsi="Corbel"/>
                <w:sz w:val="24"/>
                <w:szCs w:val="24"/>
              </w:rPr>
              <w:t>PR</w:t>
            </w:r>
            <w:r>
              <w:rPr>
                <w:rFonts w:ascii="Corbel" w:hAnsi="Corbel"/>
                <w:sz w:val="24"/>
                <w:szCs w:val="24"/>
              </w:rPr>
              <w:t>P11</w:t>
            </w:r>
          </w:p>
        </w:tc>
      </w:tr>
      <w:tr w:rsidR="0085747A" w:rsidRPr="009C54AE" w14:paraId="55DD3CB4" w14:textId="77777777" w:rsidTr="00B819C8">
        <w:tc>
          <w:tcPr>
            <w:tcW w:w="2694" w:type="dxa"/>
            <w:vAlign w:val="center"/>
          </w:tcPr>
          <w:p w14:paraId="1F8E55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2900E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61B167" w14:textId="77777777" w:rsidTr="00B819C8">
        <w:tc>
          <w:tcPr>
            <w:tcW w:w="2694" w:type="dxa"/>
            <w:vAlign w:val="center"/>
          </w:tcPr>
          <w:p w14:paraId="236EBA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F5BD07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35D493" w14:textId="77777777" w:rsidTr="00B819C8">
        <w:tc>
          <w:tcPr>
            <w:tcW w:w="2694" w:type="dxa"/>
            <w:vAlign w:val="center"/>
          </w:tcPr>
          <w:p w14:paraId="25DF7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47452F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85747A" w:rsidRPr="009C54AE" w14:paraId="31906EF1" w14:textId="77777777" w:rsidTr="00B819C8">
        <w:tc>
          <w:tcPr>
            <w:tcW w:w="2694" w:type="dxa"/>
            <w:vAlign w:val="center"/>
          </w:tcPr>
          <w:p w14:paraId="4228BD3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05242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96A">
              <w:rPr>
                <w:rFonts w:ascii="Corbel" w:hAnsi="Corbel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sz w:val="24"/>
                <w:szCs w:val="24"/>
              </w:rPr>
              <w:t>jednolite</w:t>
            </w:r>
          </w:p>
        </w:tc>
      </w:tr>
      <w:tr w:rsidR="0085747A" w:rsidRPr="009C54AE" w14:paraId="2E66275D" w14:textId="77777777" w:rsidTr="00B819C8">
        <w:tc>
          <w:tcPr>
            <w:tcW w:w="2694" w:type="dxa"/>
            <w:vAlign w:val="center"/>
          </w:tcPr>
          <w:p w14:paraId="0CFCD9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322945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6DF5E860" w14:textId="77777777" w:rsidTr="00B819C8">
        <w:tc>
          <w:tcPr>
            <w:tcW w:w="2694" w:type="dxa"/>
            <w:vAlign w:val="center"/>
          </w:tcPr>
          <w:p w14:paraId="2000F8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56688E" w14:textId="77777777" w:rsidR="0085747A" w:rsidRPr="000E096A" w:rsidRDefault="00AA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0E096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6D028FE3" w14:textId="77777777" w:rsidTr="00B819C8">
        <w:tc>
          <w:tcPr>
            <w:tcW w:w="2694" w:type="dxa"/>
            <w:vAlign w:val="center"/>
          </w:tcPr>
          <w:p w14:paraId="0DE08E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B781FC" w14:textId="77777777" w:rsidR="0085747A" w:rsidRPr="0030315F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315F">
              <w:rPr>
                <w:rFonts w:ascii="Corbel" w:hAnsi="Corbel"/>
                <w:sz w:val="24"/>
                <w:szCs w:val="24"/>
              </w:rPr>
              <w:t>I/2</w:t>
            </w:r>
          </w:p>
        </w:tc>
      </w:tr>
      <w:tr w:rsidR="0085747A" w:rsidRPr="009C54AE" w14:paraId="798D9560" w14:textId="77777777" w:rsidTr="00B819C8">
        <w:tc>
          <w:tcPr>
            <w:tcW w:w="2694" w:type="dxa"/>
            <w:vAlign w:val="center"/>
          </w:tcPr>
          <w:p w14:paraId="1656F4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F5320B" w14:textId="77777777" w:rsidR="0085747A" w:rsidRPr="00936A75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treści ogólnych</w:t>
            </w:r>
          </w:p>
        </w:tc>
      </w:tr>
      <w:tr w:rsidR="00923D7D" w:rsidRPr="009C54AE" w14:paraId="61A4154B" w14:textId="77777777" w:rsidTr="00B819C8">
        <w:tc>
          <w:tcPr>
            <w:tcW w:w="2694" w:type="dxa"/>
            <w:vAlign w:val="center"/>
          </w:tcPr>
          <w:p w14:paraId="47A88BB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04F7D3" w14:textId="77777777" w:rsidR="00923D7D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2E546B7F" w14:textId="77777777" w:rsidTr="00B819C8">
        <w:tc>
          <w:tcPr>
            <w:tcW w:w="2694" w:type="dxa"/>
            <w:vAlign w:val="center"/>
          </w:tcPr>
          <w:p w14:paraId="6ED1CE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EE4EDF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  <w:tr w:rsidR="0085747A" w:rsidRPr="009C54AE" w14:paraId="0F890A03" w14:textId="77777777" w:rsidTr="00B819C8">
        <w:tc>
          <w:tcPr>
            <w:tcW w:w="2694" w:type="dxa"/>
            <w:vAlign w:val="center"/>
          </w:tcPr>
          <w:p w14:paraId="77ACC0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65C024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</w:tbl>
    <w:p w14:paraId="1751BBE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26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D12C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997C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79A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6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68F4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94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3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8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5F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2F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B0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9C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2C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6AE11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2F0C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9B00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3F52" w14:textId="77777777" w:rsidR="00015B8F" w:rsidRPr="009C54AE" w:rsidRDefault="00AA4A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AFB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6FE2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FCA0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89EC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100E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C38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CEBC" w14:textId="77777777" w:rsidR="00015B8F" w:rsidRPr="009C54AE" w:rsidRDefault="00936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115DE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B3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88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8D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A2C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74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55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E9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ABD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D6F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4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EF9FC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6440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C1A8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93B61E" w14:textId="77777777"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BE726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374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18529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26098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487E9A" w14:textId="77777777" w:rsidR="00E960BB" w:rsidRPr="00373A2A" w:rsidRDefault="00373A2A" w:rsidP="00373A2A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14:paraId="192D85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F82938" w14:textId="77777777" w:rsidTr="00745302">
        <w:tc>
          <w:tcPr>
            <w:tcW w:w="9670" w:type="dxa"/>
          </w:tcPr>
          <w:p w14:paraId="0266879E" w14:textId="77777777"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  <w:p w14:paraId="326D7A4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5221C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E5F6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2303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57AF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FAF52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C2B0BED" w14:textId="77777777" w:rsidTr="00923D7D">
        <w:tc>
          <w:tcPr>
            <w:tcW w:w="851" w:type="dxa"/>
            <w:vAlign w:val="center"/>
          </w:tcPr>
          <w:p w14:paraId="2F9AF42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CECA" w14:textId="77777777"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14:paraId="23E67B27" w14:textId="77777777" w:rsidTr="00923D7D">
        <w:tc>
          <w:tcPr>
            <w:tcW w:w="851" w:type="dxa"/>
            <w:vAlign w:val="center"/>
          </w:tcPr>
          <w:p w14:paraId="3A755632" w14:textId="77777777"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788080" w14:textId="77777777"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14:paraId="536FB99D" w14:textId="77777777" w:rsidTr="00923D7D">
        <w:tc>
          <w:tcPr>
            <w:tcW w:w="851" w:type="dxa"/>
            <w:vAlign w:val="center"/>
          </w:tcPr>
          <w:p w14:paraId="5C0F5A0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3FE076D" w14:textId="77777777"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14:paraId="070BED90" w14:textId="77777777" w:rsidTr="00923D7D">
        <w:tc>
          <w:tcPr>
            <w:tcW w:w="851" w:type="dxa"/>
            <w:vAlign w:val="center"/>
          </w:tcPr>
          <w:p w14:paraId="00308DC9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1BC1203" w14:textId="77777777" w:rsidR="001A66F5" w:rsidRPr="00D52B62" w:rsidRDefault="00E955D6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 narzędzia TI do: prezentacji wyników własnej pracy twórczej, porozumiewania się osobowego i instytucjonalnego,</w:t>
            </w:r>
          </w:p>
        </w:tc>
      </w:tr>
      <w:tr w:rsidR="001A66F5" w:rsidRPr="009C54AE" w14:paraId="20526692" w14:textId="77777777" w:rsidTr="00923D7D">
        <w:tc>
          <w:tcPr>
            <w:tcW w:w="851" w:type="dxa"/>
            <w:vAlign w:val="center"/>
          </w:tcPr>
          <w:p w14:paraId="6FA56176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698D5E4" w14:textId="77777777"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14:paraId="1435A1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7795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BB92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B4E6483" w14:textId="77777777" w:rsidTr="0071620A">
        <w:tc>
          <w:tcPr>
            <w:tcW w:w="1701" w:type="dxa"/>
            <w:vAlign w:val="center"/>
          </w:tcPr>
          <w:p w14:paraId="0CEB34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52CB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49E7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E3159D" w14:textId="77777777" w:rsidTr="00373A2A">
        <w:tc>
          <w:tcPr>
            <w:tcW w:w="1701" w:type="dxa"/>
            <w:vAlign w:val="center"/>
          </w:tcPr>
          <w:p w14:paraId="7972C28A" w14:textId="77777777"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9E16E1" w14:textId="77777777" w:rsidR="0085747A" w:rsidRPr="009C54AE" w:rsidRDefault="00373A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A2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45E07B32" w14:textId="77777777" w:rsidR="0085747A" w:rsidRPr="00373A2A" w:rsidRDefault="00373A2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73A2A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85747A" w:rsidRPr="009C54AE" w14:paraId="35A27A78" w14:textId="77777777" w:rsidTr="001A66F5">
        <w:tc>
          <w:tcPr>
            <w:tcW w:w="1701" w:type="dxa"/>
            <w:vAlign w:val="center"/>
          </w:tcPr>
          <w:p w14:paraId="55C109D1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9A27256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73" w:type="dxa"/>
            <w:vAlign w:val="center"/>
          </w:tcPr>
          <w:p w14:paraId="18093E29" w14:textId="77777777" w:rsidR="0085747A" w:rsidRPr="009C44DC" w:rsidRDefault="009C44DC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85747A" w:rsidRPr="009C54AE" w14:paraId="56D70EA1" w14:textId="77777777" w:rsidTr="001A66F5">
        <w:tc>
          <w:tcPr>
            <w:tcW w:w="1701" w:type="dxa"/>
            <w:vAlign w:val="center"/>
          </w:tcPr>
          <w:p w14:paraId="354123B0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F02E577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  <w:vAlign w:val="center"/>
          </w:tcPr>
          <w:p w14:paraId="4D29C77E" w14:textId="77777777" w:rsidR="0085747A" w:rsidRPr="001A66F5" w:rsidRDefault="009C44DC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1A66F5" w:rsidRPr="009C54AE" w14:paraId="28E3E45C" w14:textId="77777777" w:rsidTr="001A66F5">
        <w:tc>
          <w:tcPr>
            <w:tcW w:w="1701" w:type="dxa"/>
            <w:vAlign w:val="center"/>
          </w:tcPr>
          <w:p w14:paraId="135918DF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5C1BE971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73" w:type="dxa"/>
            <w:vAlign w:val="center"/>
          </w:tcPr>
          <w:p w14:paraId="35D78A5D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1A66F5" w:rsidRPr="009C54AE" w14:paraId="77437187" w14:textId="77777777" w:rsidTr="001A66F5">
        <w:tc>
          <w:tcPr>
            <w:tcW w:w="1701" w:type="dxa"/>
            <w:vAlign w:val="center"/>
          </w:tcPr>
          <w:p w14:paraId="49BC5757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596F8E1A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F5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zawodowych;</w:t>
            </w:r>
          </w:p>
        </w:tc>
        <w:tc>
          <w:tcPr>
            <w:tcW w:w="1873" w:type="dxa"/>
            <w:vAlign w:val="center"/>
          </w:tcPr>
          <w:p w14:paraId="27AB720F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71673E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3B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96B3B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E72B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403D83" w14:textId="77777777" w:rsidTr="00923D7D">
        <w:tc>
          <w:tcPr>
            <w:tcW w:w="9639" w:type="dxa"/>
          </w:tcPr>
          <w:p w14:paraId="4C79A1C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C174FB" w14:textId="77777777" w:rsidTr="00923D7D">
        <w:tc>
          <w:tcPr>
            <w:tcW w:w="9639" w:type="dxa"/>
          </w:tcPr>
          <w:p w14:paraId="4884ABD9" w14:textId="77777777" w:rsidR="0085747A" w:rsidRPr="001A66F5" w:rsidRDefault="001A66F5" w:rsidP="001A66F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14:paraId="2CB190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4399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E52B87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594C18" w14:textId="77777777" w:rsidTr="00923D7D">
        <w:tc>
          <w:tcPr>
            <w:tcW w:w="9639" w:type="dxa"/>
          </w:tcPr>
          <w:p w14:paraId="267A85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D356F" w14:textId="77777777" w:rsidTr="00923D7D">
        <w:tc>
          <w:tcPr>
            <w:tcW w:w="9639" w:type="dxa"/>
          </w:tcPr>
          <w:p w14:paraId="0DC8FC21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Zaawansowane przetwarzanie tekstów</w:t>
            </w:r>
          </w:p>
        </w:tc>
      </w:tr>
      <w:tr w:rsidR="0085747A" w:rsidRPr="009C54AE" w14:paraId="37022A97" w14:textId="77777777" w:rsidTr="00923D7D">
        <w:tc>
          <w:tcPr>
            <w:tcW w:w="9639" w:type="dxa"/>
          </w:tcPr>
          <w:p w14:paraId="4877CD0C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14:paraId="5763924C" w14:textId="77777777" w:rsidTr="00923D7D">
        <w:tc>
          <w:tcPr>
            <w:tcW w:w="9639" w:type="dxa"/>
          </w:tcPr>
          <w:p w14:paraId="6928A58A" w14:textId="77777777" w:rsidR="0085747A" w:rsidRPr="009C54AE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Graficzna reprezentacja danych</w:t>
            </w:r>
          </w:p>
        </w:tc>
      </w:tr>
      <w:tr w:rsidR="00D10BA0" w:rsidRPr="009C54AE" w14:paraId="1AFD2C6D" w14:textId="77777777" w:rsidTr="00923D7D">
        <w:tc>
          <w:tcPr>
            <w:tcW w:w="9639" w:type="dxa"/>
          </w:tcPr>
          <w:p w14:paraId="21F04E6B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Internetowe źródła informacji prawniczej</w:t>
            </w:r>
          </w:p>
        </w:tc>
      </w:tr>
      <w:tr w:rsidR="00D10BA0" w:rsidRPr="009C54AE" w14:paraId="32329BB4" w14:textId="77777777" w:rsidTr="00923D7D">
        <w:tc>
          <w:tcPr>
            <w:tcW w:w="9639" w:type="dxa"/>
          </w:tcPr>
          <w:p w14:paraId="7D9E04FF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</w:t>
            </w:r>
          </w:p>
        </w:tc>
      </w:tr>
      <w:tr w:rsidR="00D10BA0" w:rsidRPr="009C54AE" w14:paraId="4D99BCA3" w14:textId="77777777" w:rsidTr="00923D7D">
        <w:tc>
          <w:tcPr>
            <w:tcW w:w="9639" w:type="dxa"/>
          </w:tcPr>
          <w:p w14:paraId="5A8C25FA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Interaktywne prezentacje multimedialne</w:t>
            </w:r>
          </w:p>
        </w:tc>
      </w:tr>
    </w:tbl>
    <w:p w14:paraId="1DE6AA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30A8E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CC0E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E0AF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606D7B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F8EF77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AB8D54A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4FDB6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7088C" w14:textId="77777777" w:rsidR="00E960BB" w:rsidRDefault="00024754" w:rsidP="0002475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14:paraId="330FB0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E406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D75EC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C211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6EE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49EF9D4D" w14:textId="77777777" w:rsidTr="00C05F44">
        <w:tc>
          <w:tcPr>
            <w:tcW w:w="1985" w:type="dxa"/>
            <w:vAlign w:val="center"/>
          </w:tcPr>
          <w:p w14:paraId="51587C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AA185D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19991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72C5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0593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14A3DAB" w14:textId="77777777" w:rsidTr="00C05F44">
        <w:tc>
          <w:tcPr>
            <w:tcW w:w="1985" w:type="dxa"/>
          </w:tcPr>
          <w:p w14:paraId="087267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AA4A8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7FEE229" w14:textId="77777777" w:rsidR="0085747A" w:rsidRPr="0030315F" w:rsidRDefault="0030315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>obserwacja i ocena w trakcie zajęć dydaktycznych</w:t>
            </w:r>
          </w:p>
        </w:tc>
        <w:tc>
          <w:tcPr>
            <w:tcW w:w="2126" w:type="dxa"/>
          </w:tcPr>
          <w:p w14:paraId="783701BA" w14:textId="77777777"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82CC82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0648F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2A27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BF217C" w14:textId="77777777" w:rsidTr="00923D7D">
        <w:tc>
          <w:tcPr>
            <w:tcW w:w="9670" w:type="dxa"/>
          </w:tcPr>
          <w:p w14:paraId="49406904" w14:textId="77777777"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709AA80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8DED2F4" w14:textId="77777777" w:rsidR="00D976FF" w:rsidRDefault="00D976FF" w:rsidP="00AA4A88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, skutkuje koniecznością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odrobi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enia zaległości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ramach konsultacji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 lub z inną grupą ćwiczeniową.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4FCE67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4BAE379C" w14:textId="77777777"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75982E9D" w14:textId="77777777"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- otrzymuje student, w stopniu dobrym radzący sobie z rozwiązaniem problemu. Czasami wymaga pomocy prowadzącego. Ćwiczenia wykonuje nieco wolniej, a ich forma czasami odbiega od przyjętych standardów,</w:t>
            </w:r>
          </w:p>
          <w:p w14:paraId="6A414028" w14:textId="77777777"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14:paraId="644739F0" w14:textId="77777777"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- otrzymuje student który nie spełnia kryteriów przewidzianych na ocenę dst</w:t>
            </w:r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868C40" w14:textId="77777777" w:rsidR="0085747A" w:rsidRPr="00D52B62" w:rsidRDefault="00D52B62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 w:rsidRPr="00D52B62">
              <w:rPr>
                <w:rFonts w:ascii="Corbel" w:hAnsi="Corbel"/>
                <w:i/>
                <w:smallCaps w:val="0"/>
                <w:szCs w:val="24"/>
              </w:rPr>
              <w:t>Ocenę końcową stanowi średnia arytmetyczna ocen z poszczególnych ćwiczeń.</w:t>
            </w:r>
            <w:r w:rsidR="00D976FF" w:rsidRPr="00D52B62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</w:p>
        </w:tc>
      </w:tr>
    </w:tbl>
    <w:p w14:paraId="267448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652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9A5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14:paraId="17EA659A" w14:textId="77777777" w:rsidTr="003E1941">
        <w:tc>
          <w:tcPr>
            <w:tcW w:w="4962" w:type="dxa"/>
            <w:vAlign w:val="center"/>
          </w:tcPr>
          <w:p w14:paraId="7C3CDE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6391B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2D6C438" w14:textId="77777777" w:rsidTr="00923D7D">
        <w:tc>
          <w:tcPr>
            <w:tcW w:w="4962" w:type="dxa"/>
          </w:tcPr>
          <w:p w14:paraId="1648780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32398D" w14:textId="77777777" w:rsidR="0085747A" w:rsidRPr="009C54AE" w:rsidRDefault="00AA4A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372CA04" w14:textId="77777777" w:rsidTr="00923D7D">
        <w:tc>
          <w:tcPr>
            <w:tcW w:w="4962" w:type="dxa"/>
          </w:tcPr>
          <w:p w14:paraId="243264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4DDE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4B7276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2910DFFF" w14:textId="77777777" w:rsidTr="00923D7D">
        <w:tc>
          <w:tcPr>
            <w:tcW w:w="4962" w:type="dxa"/>
          </w:tcPr>
          <w:p w14:paraId="15BD01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F5236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5D22E7" w14:textId="77777777" w:rsidR="00C61DC5" w:rsidRPr="009C54AE" w:rsidRDefault="00AA4A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 w:rsidR="000746B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330D4CF" w14:textId="77777777" w:rsidTr="00923D7D">
        <w:tc>
          <w:tcPr>
            <w:tcW w:w="4962" w:type="dxa"/>
          </w:tcPr>
          <w:p w14:paraId="076DF8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E8EF4B" w14:textId="77777777" w:rsidR="0085747A" w:rsidRPr="000746B2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46B2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14:paraId="0C7C0473" w14:textId="77777777" w:rsidTr="00923D7D">
        <w:tc>
          <w:tcPr>
            <w:tcW w:w="4962" w:type="dxa"/>
          </w:tcPr>
          <w:p w14:paraId="2360C4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5B1D33" w14:textId="77777777" w:rsidR="0085747A" w:rsidRPr="00C72831" w:rsidRDefault="00C728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2831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CC357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0E99F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3498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CC5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FF721D" w14:textId="77777777" w:rsidTr="0071620A">
        <w:trPr>
          <w:trHeight w:val="397"/>
        </w:trPr>
        <w:tc>
          <w:tcPr>
            <w:tcW w:w="3544" w:type="dxa"/>
          </w:tcPr>
          <w:p w14:paraId="59E79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98DA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7DFB27" w14:textId="77777777" w:rsidTr="0071620A">
        <w:trPr>
          <w:trHeight w:val="397"/>
        </w:trPr>
        <w:tc>
          <w:tcPr>
            <w:tcW w:w="3544" w:type="dxa"/>
          </w:tcPr>
          <w:p w14:paraId="29C9B4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1B9709" w14:textId="77777777" w:rsidR="0085747A" w:rsidRPr="005D31F7" w:rsidRDefault="005D31F7" w:rsidP="005D31F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14:paraId="2F18DA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85A68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521ED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0262930" w14:textId="77777777" w:rsidTr="0071620A">
        <w:trPr>
          <w:trHeight w:val="397"/>
        </w:trPr>
        <w:tc>
          <w:tcPr>
            <w:tcW w:w="7513" w:type="dxa"/>
          </w:tcPr>
          <w:p w14:paraId="22763F3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637599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Wiewiórowski,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14:paraId="5BA341E7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1241429" w14:textId="77777777"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>Wyd. Difin,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1EB971A3" w14:textId="77777777" w:rsidTr="0071620A">
        <w:trPr>
          <w:trHeight w:val="397"/>
        </w:trPr>
        <w:tc>
          <w:tcPr>
            <w:tcW w:w="7513" w:type="dxa"/>
          </w:tcPr>
          <w:p w14:paraId="5306C4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9CB1C5" w14:textId="77777777"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75CA284" w14:textId="77777777" w:rsidR="00FE301D" w:rsidRP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14:paraId="27D37487" w14:textId="77777777" w:rsidR="00971C3F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3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14:paraId="762A18F6" w14:textId="77777777" w:rsidR="00601E15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Rzędowska, J. Rzędowski,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Onepress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14:paraId="480C7EDE" w14:textId="77777777" w:rsidR="00601E15" w:rsidRPr="00971C3F" w:rsidRDefault="00FE301D" w:rsidP="00971C3F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226BDAE6" w14:textId="77777777" w:rsidR="00971C3F" w:rsidRPr="00971C3F" w:rsidRDefault="00971C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494A0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940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748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6963C" w14:textId="77777777" w:rsidR="00CC4473" w:rsidRDefault="00CC4473" w:rsidP="00C16ABF">
      <w:pPr>
        <w:spacing w:after="0" w:line="240" w:lineRule="auto"/>
      </w:pPr>
      <w:r>
        <w:separator/>
      </w:r>
    </w:p>
  </w:endnote>
  <w:endnote w:type="continuationSeparator" w:id="0">
    <w:p w14:paraId="23B2A076" w14:textId="77777777" w:rsidR="00CC4473" w:rsidRDefault="00CC44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D018" w14:textId="77777777" w:rsidR="00CC4473" w:rsidRDefault="00CC4473" w:rsidP="00C16ABF">
      <w:pPr>
        <w:spacing w:after="0" w:line="240" w:lineRule="auto"/>
      </w:pPr>
      <w:r>
        <w:separator/>
      </w:r>
    </w:p>
  </w:footnote>
  <w:footnote w:type="continuationSeparator" w:id="0">
    <w:p w14:paraId="1C752A4E" w14:textId="77777777" w:rsidR="00CC4473" w:rsidRDefault="00CC4473" w:rsidP="00C16ABF">
      <w:pPr>
        <w:spacing w:after="0" w:line="240" w:lineRule="auto"/>
      </w:pPr>
      <w:r>
        <w:continuationSeparator/>
      </w:r>
    </w:p>
  </w:footnote>
  <w:footnote w:id="1">
    <w:p w14:paraId="674F05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1985830">
    <w:abstractNumId w:val="1"/>
  </w:num>
  <w:num w:numId="2" w16cid:durableId="88902784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754"/>
    <w:rsid w:val="00042A51"/>
    <w:rsid w:val="00042D2E"/>
    <w:rsid w:val="00044C82"/>
    <w:rsid w:val="0006594C"/>
    <w:rsid w:val="00070ED6"/>
    <w:rsid w:val="000742DC"/>
    <w:rsid w:val="000746B2"/>
    <w:rsid w:val="00084C12"/>
    <w:rsid w:val="0009462C"/>
    <w:rsid w:val="00094B12"/>
    <w:rsid w:val="00096C46"/>
    <w:rsid w:val="000A296F"/>
    <w:rsid w:val="000A2A28"/>
    <w:rsid w:val="000A75FD"/>
    <w:rsid w:val="000B192D"/>
    <w:rsid w:val="000B28EE"/>
    <w:rsid w:val="000B3E37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6F5"/>
    <w:rsid w:val="001A70D2"/>
    <w:rsid w:val="001B06BB"/>
    <w:rsid w:val="001D657B"/>
    <w:rsid w:val="001D7B54"/>
    <w:rsid w:val="001E0209"/>
    <w:rsid w:val="001F2CA2"/>
    <w:rsid w:val="0021351C"/>
    <w:rsid w:val="002144C0"/>
    <w:rsid w:val="00214D9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A2A"/>
    <w:rsid w:val="00393B5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3A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1F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F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23D7D"/>
    <w:rsid w:val="00936A75"/>
    <w:rsid w:val="009508DF"/>
    <w:rsid w:val="00950DAC"/>
    <w:rsid w:val="00954A07"/>
    <w:rsid w:val="00971C3F"/>
    <w:rsid w:val="00997F14"/>
    <w:rsid w:val="009A78D9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81"/>
    <w:rsid w:val="00A84C85"/>
    <w:rsid w:val="00A97DE1"/>
    <w:rsid w:val="00AA4A8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C4473"/>
    <w:rsid w:val="00CD6897"/>
    <w:rsid w:val="00CE5BAC"/>
    <w:rsid w:val="00CF25BE"/>
    <w:rsid w:val="00CF78ED"/>
    <w:rsid w:val="00D02B25"/>
    <w:rsid w:val="00D02EBA"/>
    <w:rsid w:val="00D10BA0"/>
    <w:rsid w:val="00D17C3C"/>
    <w:rsid w:val="00D265AB"/>
    <w:rsid w:val="00D26B2C"/>
    <w:rsid w:val="00D352C9"/>
    <w:rsid w:val="00D3744B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1816"/>
  <w15:docId w15:val="{23C42977-8049-4026-96E0-155079B6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B6A4D-0D00-4D97-8372-5A825532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2020-01-23T10:22:00Z</dcterms:created>
  <dcterms:modified xsi:type="dcterms:W3CDTF">2023-10-26T09:54:00Z</dcterms:modified>
</cp:coreProperties>
</file>